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FB3" w:rsidRDefault="00B27112">
      <w:r>
        <w:rPr>
          <w:noProof/>
          <w:lang w:eastAsia="en-GB"/>
        </w:rPr>
        <w:drawing>
          <wp:inline distT="0" distB="0" distL="0" distR="0" wp14:anchorId="630CBBE9" wp14:editId="25D94E87">
            <wp:extent cx="5731510" cy="3724869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24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1F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112"/>
    <w:rsid w:val="00B27112"/>
    <w:rsid w:val="00B3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7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1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7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1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18F0222D.dotm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M&amp;G Investments Ltd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Davis</dc:creator>
  <cp:keywords/>
  <dc:description/>
  <cp:lastModifiedBy>Richard Davis</cp:lastModifiedBy>
  <cp:revision>1</cp:revision>
  <dcterms:created xsi:type="dcterms:W3CDTF">2013-03-18T11:39:00Z</dcterms:created>
  <dcterms:modified xsi:type="dcterms:W3CDTF">2013-03-18T11:40:00Z</dcterms:modified>
</cp:coreProperties>
</file>